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4B3A4D9A" w:rsidR="00421E32" w:rsidRPr="00E66C6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3E5AE2" w:rsidRPr="00E66C6A">
        <w:rPr>
          <w:rFonts w:asciiTheme="minorHAnsi" w:hAnsiTheme="minorHAnsi" w:cstheme="minorHAnsi"/>
          <w:b/>
          <w:sz w:val="36"/>
          <w:szCs w:val="36"/>
          <w:lang w:val="en-GB"/>
        </w:rPr>
        <w:t xml:space="preserve">SPECIFIED </w:t>
      </w:r>
      <w:r w:rsidRPr="00E66C6A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A622250" w:rsidR="004E36AD" w:rsidRPr="00E66C6A" w:rsidRDefault="004E36AD" w:rsidP="003E5AE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E66C6A">
        <w:rPr>
          <w:b/>
          <w:lang w:val="en-GB"/>
        </w:rPr>
        <w:t>Procurement No:</w:t>
      </w:r>
      <w:r w:rsidRPr="00E66C6A">
        <w:rPr>
          <w:lang w:val="en-GB"/>
        </w:rPr>
        <w:tab/>
      </w:r>
      <w:r w:rsidR="00766BEF">
        <w:rPr>
          <w:rStyle w:val="Strong"/>
          <w:rFonts w:asciiTheme="minorHAnsi" w:hAnsiTheme="minorHAnsi" w:cstheme="minorHAnsi"/>
          <w:lang w:val="en-GB"/>
        </w:rPr>
        <w:t>……………………………………..</w:t>
      </w:r>
      <w:bookmarkStart w:id="0" w:name="_GoBack"/>
      <w:bookmarkEnd w:id="0"/>
    </w:p>
    <w:p w14:paraId="5271E422" w14:textId="09544010" w:rsidR="00441DA5" w:rsidRPr="00E66C6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E66C6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E66C6A" w:rsidRDefault="00C44890" w:rsidP="00C44890">
      <w:pPr>
        <w:pStyle w:val="Heading2"/>
      </w:pPr>
      <w:bookmarkStart w:id="1" w:name="_Toc419729571"/>
      <w:bookmarkStart w:id="2" w:name="_Toc11156577"/>
      <w:r w:rsidRPr="00E66C6A">
        <w:lastRenderedPageBreak/>
        <w:t>Specification</w:t>
      </w:r>
      <w:bookmarkEnd w:id="1"/>
    </w:p>
    <w:p w14:paraId="3E6BBCE8" w14:textId="4D333F31" w:rsidR="00C44890" w:rsidRPr="00E66C6A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E66C6A">
        <w:rPr>
          <w:lang w:val="en-GB"/>
        </w:rPr>
        <w:t>Background</w:t>
      </w:r>
      <w:bookmarkEnd w:id="3"/>
      <w:bookmarkEnd w:id="4"/>
    </w:p>
    <w:p w14:paraId="24A7EEAB" w14:textId="77777777" w:rsidR="00C44890" w:rsidRPr="00E66C6A" w:rsidRDefault="00C44890" w:rsidP="00C44890">
      <w:pPr>
        <w:rPr>
          <w:lang w:val="en-GB"/>
        </w:rPr>
      </w:pPr>
      <w:r w:rsidRPr="00E66C6A">
        <w:rPr>
          <w:highlight w:val="yellow"/>
          <w:lang w:val="en-GB"/>
        </w:rPr>
        <w:t>&lt;insert project background and objectives&gt;</w:t>
      </w:r>
    </w:p>
    <w:p w14:paraId="000280F4" w14:textId="1A2FB770" w:rsidR="00C44890" w:rsidRPr="00E66C6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E66C6A">
        <w:rPr>
          <w:rFonts w:cs="Calibri"/>
          <w:lang w:val="en-GB"/>
        </w:rPr>
        <w:t>Requirements</w:t>
      </w:r>
    </w:p>
    <w:p w14:paraId="7B19B727" w14:textId="1A705D58" w:rsidR="00C44890" w:rsidRPr="00E66C6A" w:rsidRDefault="00C44890" w:rsidP="00C44890">
      <w:pPr>
        <w:rPr>
          <w:lang w:val="en-GB"/>
        </w:rPr>
      </w:pPr>
      <w:bookmarkStart w:id="7" w:name="_Toc308102003"/>
      <w:r w:rsidRPr="00E66C6A">
        <w:rPr>
          <w:lang w:val="en-GB"/>
        </w:rPr>
        <w:t>All supporting documentation must be in English.</w:t>
      </w:r>
    </w:p>
    <w:p w14:paraId="63B9B8A8" w14:textId="6561259C" w:rsidR="002A4740" w:rsidRPr="00E66C6A" w:rsidRDefault="002A4740" w:rsidP="00C44890">
      <w:pPr>
        <w:rPr>
          <w:lang w:val="en-GB"/>
        </w:rPr>
      </w:pPr>
      <w:r w:rsidRPr="00E66C6A">
        <w:rPr>
          <w:highlight w:val="yellow"/>
          <w:lang w:val="en-GB"/>
        </w:rPr>
        <w:t>&lt;list other general requirements&gt;</w:t>
      </w:r>
    </w:p>
    <w:p w14:paraId="65A62D34" w14:textId="77777777" w:rsidR="00C44890" w:rsidRPr="00E66C6A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E66C6A">
        <w:rPr>
          <w:rFonts w:cs="Calibri"/>
          <w:lang w:val="en-GB"/>
        </w:rPr>
        <w:t>Installation services</w:t>
      </w:r>
      <w:bookmarkEnd w:id="8"/>
    </w:p>
    <w:p w14:paraId="3321152F" w14:textId="5775E22A" w:rsidR="00C44890" w:rsidRPr="00E66C6A" w:rsidRDefault="00C44890" w:rsidP="00C44890">
      <w:pPr>
        <w:rPr>
          <w:lang w:val="en-GB"/>
        </w:rPr>
      </w:pPr>
      <w:r w:rsidRPr="00E66C6A">
        <w:rPr>
          <w:highlight w:val="yellow"/>
          <w:lang w:val="en-GB"/>
        </w:rPr>
        <w:t xml:space="preserve">&lt;insert </w:t>
      </w:r>
      <w:r w:rsidR="002A4740" w:rsidRPr="00E66C6A">
        <w:rPr>
          <w:highlight w:val="yellow"/>
          <w:lang w:val="en-GB"/>
        </w:rPr>
        <w:t>related services</w:t>
      </w:r>
      <w:r w:rsidRPr="00E66C6A">
        <w:rPr>
          <w:highlight w:val="yellow"/>
          <w:lang w:val="en-GB"/>
        </w:rPr>
        <w:t>&gt;</w:t>
      </w:r>
    </w:p>
    <w:p w14:paraId="17367821" w14:textId="77777777" w:rsidR="00C44890" w:rsidRPr="00E66C6A" w:rsidRDefault="00C44890" w:rsidP="00772E21">
      <w:pPr>
        <w:pStyle w:val="Heading3"/>
        <w:rPr>
          <w:lang w:val="en-GB"/>
        </w:rPr>
      </w:pPr>
      <w:bookmarkStart w:id="9" w:name="_Toc419729578"/>
      <w:r w:rsidRPr="00E66C6A">
        <w:rPr>
          <w:lang w:val="en-GB"/>
        </w:rPr>
        <w:t>Delivery Time</w:t>
      </w:r>
      <w:bookmarkEnd w:id="9"/>
    </w:p>
    <w:p w14:paraId="1FAB4B7A" w14:textId="4DDFEC45" w:rsidR="00C44890" w:rsidRPr="00E66C6A" w:rsidRDefault="00C44890" w:rsidP="00C44890">
      <w:pPr>
        <w:rPr>
          <w:lang w:val="en-GB"/>
        </w:rPr>
      </w:pPr>
      <w:r w:rsidRPr="00E66C6A">
        <w:rPr>
          <w:highlight w:val="yellow"/>
          <w:lang w:val="en-GB"/>
        </w:rPr>
        <w:t>&lt;insert requested delivery time</w:t>
      </w:r>
      <w:r w:rsidR="00772E21" w:rsidRPr="00E66C6A">
        <w:rPr>
          <w:highlight w:val="yellow"/>
          <w:lang w:val="en-GB"/>
        </w:rPr>
        <w:t>, if general, otherwise in the table below</w:t>
      </w:r>
      <w:r w:rsidRPr="00E66C6A">
        <w:rPr>
          <w:highlight w:val="yellow"/>
          <w:lang w:val="en-GB"/>
        </w:rPr>
        <w:t>&gt;</w:t>
      </w:r>
    </w:p>
    <w:bookmarkEnd w:id="5"/>
    <w:bookmarkEnd w:id="6"/>
    <w:p w14:paraId="625DFCD7" w14:textId="43F96A5E" w:rsidR="00C44890" w:rsidRPr="00E66C6A" w:rsidRDefault="00C44890" w:rsidP="00C44890">
      <w:pPr>
        <w:pStyle w:val="Heading2"/>
      </w:pPr>
      <w:r w:rsidRPr="00E66C6A">
        <w:t>Description of the Goods</w:t>
      </w:r>
      <w:bookmarkEnd w:id="2"/>
    </w:p>
    <w:p w14:paraId="107815C1" w14:textId="77777777" w:rsidR="00C44890" w:rsidRPr="00E66C6A" w:rsidRDefault="00C44890" w:rsidP="00C44890">
      <w:pPr>
        <w:rPr>
          <w:i/>
          <w:iCs/>
          <w:lang w:val="en-GB"/>
        </w:rPr>
      </w:pPr>
      <w:r w:rsidRPr="00E66C6A">
        <w:rPr>
          <w:i/>
          <w:iCs/>
          <w:lang w:val="en-GB"/>
        </w:rPr>
        <w:t>Here, list all items to be Tendered</w:t>
      </w:r>
    </w:p>
    <w:p w14:paraId="69E741C9" w14:textId="77777777" w:rsidR="00C44890" w:rsidRPr="00E66C6A" w:rsidRDefault="00C44890" w:rsidP="00C44890">
      <w:pPr>
        <w:rPr>
          <w:i/>
          <w:iCs/>
          <w:lang w:val="en-GB"/>
        </w:rPr>
      </w:pPr>
      <w:r w:rsidRPr="00E66C6A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E66C6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13"/>
        <w:gridCol w:w="1133"/>
        <w:gridCol w:w="1554"/>
        <w:gridCol w:w="1414"/>
      </w:tblGrid>
      <w:tr w:rsidR="002A4740" w:rsidRPr="00E66C6A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E66C6A" w:rsidRDefault="002A4740" w:rsidP="00C44890">
            <w:pPr>
              <w:rPr>
                <w:lang w:val="en-GB"/>
              </w:rPr>
            </w:pPr>
            <w:r w:rsidRPr="00E66C6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E66C6A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E66C6A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46CCB226" w:rsidR="002A4740" w:rsidRPr="00E66C6A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 xml:space="preserve">Delivery Time (to be </w:t>
            </w:r>
            <w:r w:rsidR="009B7695" w:rsidRPr="00E66C6A">
              <w:rPr>
                <w:lang w:val="en-GB"/>
              </w:rPr>
              <w:t xml:space="preserve">verified or </w:t>
            </w:r>
            <w:r w:rsidRPr="00E66C6A">
              <w:rPr>
                <w:lang w:val="en-GB"/>
              </w:rPr>
              <w:t>Tendered)</w:t>
            </w:r>
          </w:p>
        </w:tc>
        <w:tc>
          <w:tcPr>
            <w:tcW w:w="1417" w:type="dxa"/>
          </w:tcPr>
          <w:p w14:paraId="345F2A9D" w14:textId="307D1751" w:rsidR="002A4740" w:rsidRPr="00E66C6A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Price (to be Tendered)</w:t>
            </w:r>
          </w:p>
        </w:tc>
      </w:tr>
      <w:tr w:rsidR="002A4740" w:rsidRPr="00E66C6A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E66C6A" w:rsidRDefault="002A4740" w:rsidP="00C44890">
            <w:pPr>
              <w:rPr>
                <w:b w:val="0"/>
                <w:bCs w:val="0"/>
                <w:lang w:val="en-GB"/>
              </w:rPr>
            </w:pPr>
            <w:r w:rsidRPr="00E66C6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352597C6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E66C6A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E66C6A" w:rsidRDefault="002A4740" w:rsidP="00C44890">
            <w:pPr>
              <w:rPr>
                <w:b w:val="0"/>
                <w:bCs w:val="0"/>
                <w:lang w:val="en-GB"/>
              </w:rPr>
            </w:pPr>
            <w:r w:rsidRPr="00E66C6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E66C6A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E66C6A" w:rsidRDefault="002A4740" w:rsidP="00C44890">
            <w:pPr>
              <w:rPr>
                <w:b w:val="0"/>
                <w:bCs w:val="0"/>
                <w:lang w:val="en-GB"/>
              </w:rPr>
            </w:pPr>
            <w:r w:rsidRPr="00E66C6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E66C6A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E66C6A" w:rsidRDefault="002A4740" w:rsidP="00C44890">
            <w:pPr>
              <w:rPr>
                <w:b w:val="0"/>
                <w:bCs w:val="0"/>
                <w:lang w:val="en-GB"/>
              </w:rPr>
            </w:pPr>
            <w:r w:rsidRPr="00E66C6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E66C6A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E66C6A" w:rsidRDefault="00C44890" w:rsidP="00C44890">
      <w:pPr>
        <w:rPr>
          <w:lang w:val="en-GB"/>
        </w:rPr>
      </w:pPr>
    </w:p>
    <w:p w14:paraId="04BCC1D7" w14:textId="77777777" w:rsidR="00C44890" w:rsidRPr="00E66C6A" w:rsidRDefault="00C44890" w:rsidP="00772E21">
      <w:pPr>
        <w:rPr>
          <w:lang w:val="en-GB"/>
        </w:rPr>
      </w:pPr>
    </w:p>
    <w:p w14:paraId="5864F579" w14:textId="77777777" w:rsidR="00C44890" w:rsidRPr="00E66C6A" w:rsidRDefault="00C44890" w:rsidP="00772E21">
      <w:pPr>
        <w:rPr>
          <w:lang w:val="en-GB"/>
        </w:rPr>
        <w:sectPr w:rsidR="00C44890" w:rsidRPr="00E66C6A" w:rsidSect="009B7695">
          <w:headerReference w:type="first" r:id="rId11"/>
          <w:type w:val="oddPage"/>
          <w:pgSz w:w="12240" w:h="15840" w:code="1"/>
          <w:pgMar w:top="1560" w:right="1440" w:bottom="1080" w:left="1440" w:header="142" w:footer="720" w:gutter="0"/>
          <w:cols w:space="720"/>
          <w:titlePg/>
        </w:sectPr>
      </w:pPr>
    </w:p>
    <w:p w14:paraId="24366288" w14:textId="62059255" w:rsidR="00C44890" w:rsidRPr="00E66C6A" w:rsidRDefault="00C44890" w:rsidP="00C44890">
      <w:pPr>
        <w:pStyle w:val="Heading2"/>
      </w:pPr>
      <w:r w:rsidRPr="00E66C6A">
        <w:lastRenderedPageBreak/>
        <w:t>Tenderer’s References</w:t>
      </w:r>
    </w:p>
    <w:p w14:paraId="221D3063" w14:textId="47C9C00D" w:rsidR="00C44890" w:rsidRPr="00E66C6A" w:rsidRDefault="00C44890" w:rsidP="00C44890">
      <w:pPr>
        <w:pStyle w:val="Heading3"/>
        <w:rPr>
          <w:rFonts w:cs="Calibri"/>
          <w:lang w:val="en-GB"/>
        </w:rPr>
      </w:pPr>
      <w:r w:rsidRPr="00E66C6A">
        <w:rPr>
          <w:lang w:val="en-GB"/>
        </w:rPr>
        <w:t xml:space="preserve">Relevant </w:t>
      </w:r>
      <w:r w:rsidR="00772E21" w:rsidRPr="00E66C6A">
        <w:rPr>
          <w:lang w:val="en-GB"/>
        </w:rPr>
        <w:t>similar deliveries</w:t>
      </w:r>
      <w:r w:rsidRPr="00E66C6A">
        <w:rPr>
          <w:lang w:val="en-GB"/>
        </w:rPr>
        <w:t xml:space="preserve"> </w:t>
      </w:r>
      <w:r w:rsidR="00772E21" w:rsidRPr="00E66C6A">
        <w:rPr>
          <w:lang w:val="en-GB"/>
        </w:rPr>
        <w:t>c</w:t>
      </w:r>
      <w:r w:rsidRPr="00E66C6A">
        <w:rPr>
          <w:lang w:val="en-GB"/>
        </w:rPr>
        <w:t xml:space="preserve">arried </w:t>
      </w:r>
      <w:r w:rsidR="00772E21" w:rsidRPr="00E66C6A">
        <w:rPr>
          <w:lang w:val="en-GB"/>
        </w:rPr>
        <w:t>o</w:t>
      </w:r>
      <w:r w:rsidRPr="00E66C6A">
        <w:rPr>
          <w:lang w:val="en-GB"/>
        </w:rPr>
        <w:t xml:space="preserve">ut in the </w:t>
      </w:r>
      <w:r w:rsidR="00772E21" w:rsidRPr="00E66C6A">
        <w:rPr>
          <w:lang w:val="en-GB"/>
        </w:rPr>
        <w:t>l</w:t>
      </w:r>
      <w:r w:rsidRPr="00E66C6A">
        <w:rPr>
          <w:lang w:val="en-GB"/>
        </w:rPr>
        <w:t xml:space="preserve">ast </w:t>
      </w:r>
      <w:r w:rsidR="00772E21" w:rsidRPr="00E66C6A">
        <w:rPr>
          <w:lang w:val="en-GB"/>
        </w:rPr>
        <w:t>f</w:t>
      </w:r>
      <w:r w:rsidRPr="00E66C6A">
        <w:rPr>
          <w:lang w:val="en-GB"/>
        </w:rPr>
        <w:t xml:space="preserve">ive </w:t>
      </w:r>
      <w:r w:rsidR="00772E21" w:rsidRPr="00E66C6A">
        <w:rPr>
          <w:lang w:val="en-GB"/>
        </w:rPr>
        <w:t>y</w:t>
      </w:r>
      <w:r w:rsidRPr="00E66C6A">
        <w:rPr>
          <w:lang w:val="en-GB"/>
        </w:rPr>
        <w:t>ears</w:t>
      </w:r>
    </w:p>
    <w:p w14:paraId="31BD9F7B" w14:textId="2CD29228" w:rsidR="00C44890" w:rsidRPr="00E66C6A" w:rsidRDefault="00772E21" w:rsidP="00C575E1">
      <w:pPr>
        <w:rPr>
          <w:lang w:val="en-GB"/>
        </w:rPr>
      </w:pPr>
      <w:r w:rsidRPr="00E66C6A">
        <w:rPr>
          <w:lang w:val="en-GB"/>
        </w:rPr>
        <w:t>Please</w:t>
      </w:r>
      <w:r w:rsidR="00C44890" w:rsidRPr="00E66C6A">
        <w:rPr>
          <w:lang w:val="en-GB"/>
        </w:rPr>
        <w:t xml:space="preserve">, provide information on each </w:t>
      </w:r>
      <w:r w:rsidRPr="00E66C6A">
        <w:rPr>
          <w:lang w:val="en-GB"/>
        </w:rPr>
        <w:t>delivery</w:t>
      </w:r>
      <w:r w:rsidR="00C44890" w:rsidRPr="00E66C6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E66C6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3D940988" w:rsidR="00772E21" w:rsidRPr="00E66C6A" w:rsidRDefault="00772E21" w:rsidP="00C575E1">
            <w:pPr>
              <w:rPr>
                <w:lang w:val="en-GB"/>
              </w:rPr>
            </w:pPr>
            <w:r w:rsidRPr="00E66C6A">
              <w:rPr>
                <w:lang w:val="en-GB"/>
              </w:rPr>
              <w:t>Goods delivered</w:t>
            </w:r>
          </w:p>
        </w:tc>
        <w:tc>
          <w:tcPr>
            <w:tcW w:w="1850" w:type="dxa"/>
          </w:tcPr>
          <w:p w14:paraId="51648FE4" w14:textId="0E8893F8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Buyer</w:t>
            </w:r>
          </w:p>
        </w:tc>
        <w:tc>
          <w:tcPr>
            <w:tcW w:w="3544" w:type="dxa"/>
          </w:tcPr>
          <w:p w14:paraId="19F0F01A" w14:textId="0C873ADD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E66C6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66C6A">
              <w:rPr>
                <w:lang w:val="en-GB"/>
              </w:rPr>
              <w:t>Value</w:t>
            </w:r>
          </w:p>
        </w:tc>
      </w:tr>
      <w:tr w:rsidR="00772E21" w:rsidRPr="00E66C6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E66C6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E66C6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E66C6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E66C6A" w:rsidRDefault="00C44890" w:rsidP="00772E21">
      <w:pPr>
        <w:rPr>
          <w:lang w:val="en-GB"/>
        </w:rPr>
      </w:pPr>
    </w:p>
    <w:sectPr w:rsidR="00C44890" w:rsidRPr="00E66C6A" w:rsidSect="003E5AE2">
      <w:headerReference w:type="default" r:id="rId12"/>
      <w:footerReference w:type="default" r:id="rId13"/>
      <w:headerReference w:type="first" r:id="rId14"/>
      <w:type w:val="oddPage"/>
      <w:pgSz w:w="11907" w:h="16839" w:code="9"/>
      <w:pgMar w:top="1276" w:right="1152" w:bottom="1080" w:left="1152" w:header="1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8707D" w14:textId="77777777" w:rsidR="009434B2" w:rsidRDefault="009434B2">
      <w:r>
        <w:separator/>
      </w:r>
    </w:p>
  </w:endnote>
  <w:endnote w:type="continuationSeparator" w:id="0">
    <w:p w14:paraId="41CE51A6" w14:textId="77777777" w:rsidR="009434B2" w:rsidRDefault="009434B2">
      <w:r>
        <w:continuationSeparator/>
      </w:r>
    </w:p>
  </w:endnote>
  <w:endnote w:type="continuationNotice" w:id="1">
    <w:p w14:paraId="7B30BF00" w14:textId="77777777" w:rsidR="009434B2" w:rsidRDefault="009434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66BEF" w:rsidRPr="00766BE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66BEF" w:rsidRPr="00766BE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1E69846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66BEF">
      <w:rPr>
        <w:noProof/>
      </w:rPr>
      <w:t>2021-10-19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2CF1E" w14:textId="77777777" w:rsidR="009434B2" w:rsidRDefault="009434B2">
      <w:r>
        <w:separator/>
      </w:r>
    </w:p>
  </w:footnote>
  <w:footnote w:type="continuationSeparator" w:id="0">
    <w:p w14:paraId="38718C84" w14:textId="77777777" w:rsidR="009434B2" w:rsidRDefault="009434B2">
      <w:r>
        <w:continuationSeparator/>
      </w:r>
    </w:p>
  </w:footnote>
  <w:footnote w:type="continuationNotice" w:id="1">
    <w:p w14:paraId="65385FE5" w14:textId="77777777" w:rsidR="009434B2" w:rsidRDefault="009434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3755" w14:textId="5893B687" w:rsidR="00C44890" w:rsidRPr="00AE7206" w:rsidRDefault="009B7695" w:rsidP="009B7695">
    <w:pPr>
      <w:pStyle w:val="Header"/>
      <w:tabs>
        <w:tab w:val="clear" w:pos="4320"/>
        <w:tab w:val="clear" w:pos="8640"/>
        <w:tab w:val="center" w:pos="4820"/>
        <w:tab w:val="right" w:pos="9356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395EE097">
          <wp:extent cx="561975" cy="614867"/>
          <wp:effectExtent l="0" t="0" r="0" b="0"/>
          <wp:docPr id="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555" cy="6439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6A1" w14:textId="77777777" w:rsidR="001A0764" w:rsidRPr="003E5AE2" w:rsidRDefault="001A0764" w:rsidP="003E5A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2F0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77D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AE2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FFD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B6A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6BEF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4B2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695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3E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C6A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0A8262-8396-4E4E-AA49-1CF52545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133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985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2013-10-18T08:32:00Z</cp:lastPrinted>
  <dcterms:created xsi:type="dcterms:W3CDTF">2020-07-06T12:46:00Z</dcterms:created>
  <dcterms:modified xsi:type="dcterms:W3CDTF">2021-10-19T05:03:00Z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